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9B9" w:rsidRDefault="00A609B9" w:rsidP="00D13ECB">
      <w:pPr>
        <w:pStyle w:val="Heading1"/>
        <w:rPr>
          <w:lang w:val="da-DK"/>
        </w:rPr>
      </w:pPr>
      <w:r>
        <w:rPr>
          <w:lang w:val="da-DK"/>
        </w:rPr>
        <w:t>Status for DK-CLARIN afleveringer pr. T18 og T21</w:t>
      </w:r>
    </w:p>
    <w:p w:rsidR="00A609B9" w:rsidRDefault="00A609B9">
      <w:pPr>
        <w:rPr>
          <w:lang w:val="da-DK"/>
        </w:rPr>
      </w:pPr>
    </w:p>
    <w:p w:rsidR="00A609B9" w:rsidRDefault="00A609B9">
      <w:pPr>
        <w:rPr>
          <w:lang w:val="da-DK"/>
        </w:rPr>
      </w:pPr>
      <w:r>
        <w:rPr>
          <w:lang w:val="da-DK"/>
        </w:rPr>
        <w:t>T18 svarer til juni 2009, T21 svarer til september 2009.</w:t>
      </w:r>
    </w:p>
    <w:p w:rsidR="00A609B9" w:rsidRDefault="00A609B9">
      <w:pPr>
        <w:rPr>
          <w:lang w:val="da-DK"/>
        </w:rPr>
      </w:pPr>
      <w:r>
        <w:rPr>
          <w:lang w:val="da-DK"/>
        </w:rPr>
        <w:t>Næste store fælles afleveringsfrist er T28, dvs. april 2010.</w:t>
      </w:r>
    </w:p>
    <w:p w:rsidR="00A609B9" w:rsidRDefault="00A609B9">
      <w:pPr>
        <w:rPr>
          <w:lang w:val="da-DK"/>
        </w:rPr>
      </w:pPr>
    </w:p>
    <w:p w:rsidR="00A609B9" w:rsidRDefault="00A609B9">
      <w:pPr>
        <w:rPr>
          <w:lang w:val="da-DK"/>
        </w:rPr>
      </w:pPr>
      <w:r>
        <w:rPr>
          <w:lang w:val="da-DK"/>
        </w:rPr>
        <w:t>Aftalte afleveringer (dvs. de afleveringer der er defineret i arbejdsplanerne) skal findes på hjemmesiden under WP1, Afleveringer, for at enhver i projektet og i styregruppen har mulighed for at læse dem. De må også gerne findes andre steder, det afgør arbejdspakken selv, men som minimum skal de altså ligge til styregruppen.</w:t>
      </w:r>
    </w:p>
    <w:p w:rsidR="00A609B9" w:rsidRDefault="00A609B9" w:rsidP="00D13ECB">
      <w:pPr>
        <w:pStyle w:val="Heading1"/>
        <w:rPr>
          <w:lang w:val="da-DK"/>
        </w:rPr>
      </w:pPr>
      <w:r>
        <w:rPr>
          <w:lang w:val="da-DK"/>
        </w:rPr>
        <w:t>WP1</w:t>
      </w:r>
      <w:r>
        <w:rPr>
          <w:lang w:val="da-DK"/>
        </w:rPr>
        <w:tab/>
      </w:r>
    </w:p>
    <w:p w:rsidR="00A609B9" w:rsidRDefault="00A609B9">
      <w:pPr>
        <w:rPr>
          <w:lang w:val="da-DK"/>
        </w:rPr>
      </w:pPr>
      <w:r>
        <w:rPr>
          <w:lang w:val="da-DK"/>
        </w:rPr>
        <w:t>Ajour</w:t>
      </w:r>
    </w:p>
    <w:p w:rsidR="00A609B9" w:rsidRDefault="00A609B9" w:rsidP="00D13ECB">
      <w:pPr>
        <w:pStyle w:val="Heading1"/>
        <w:rPr>
          <w:lang w:val="da-DK"/>
        </w:rPr>
      </w:pPr>
      <w:r>
        <w:rPr>
          <w:lang w:val="da-DK"/>
        </w:rPr>
        <w:t>WP2</w:t>
      </w:r>
    </w:p>
    <w:p w:rsidR="00A609B9" w:rsidRDefault="00A609B9">
      <w:pPr>
        <w:rPr>
          <w:lang w:val="da-DK"/>
        </w:rPr>
      </w:pPr>
      <w:r>
        <w:rPr>
          <w:lang w:val="da-DK"/>
        </w:rPr>
        <w:t>Der er lagt afleveringer frem for WP 2.2, 2.3 og 2.6. Disse arbejdspakker er alle ajour med deres afleveringer, som umiddelbart ser OK ud.</w:t>
      </w:r>
    </w:p>
    <w:p w:rsidR="00A609B9" w:rsidRDefault="00A609B9">
      <w:pPr>
        <w:rPr>
          <w:lang w:val="da-DK"/>
        </w:rPr>
      </w:pPr>
      <w:r>
        <w:rPr>
          <w:lang w:val="da-DK"/>
        </w:rPr>
        <w:t>WP 2.1, 2.4 og 2.5 er rykket for afleveringer. WP 2.5 er i gang med at færdiggøre afleveringer; der er intet svar fra WP 2.1 og 2.4.</w:t>
      </w:r>
    </w:p>
    <w:p w:rsidR="00A609B9" w:rsidRDefault="00A609B9" w:rsidP="00D13ECB">
      <w:pPr>
        <w:pStyle w:val="Heading1"/>
        <w:rPr>
          <w:lang w:val="da-DK"/>
        </w:rPr>
      </w:pPr>
      <w:r>
        <w:rPr>
          <w:lang w:val="da-DK"/>
        </w:rPr>
        <w:t>WP3</w:t>
      </w:r>
    </w:p>
    <w:p w:rsidR="00A609B9" w:rsidRDefault="00A609B9">
      <w:pPr>
        <w:rPr>
          <w:lang w:val="da-DK"/>
        </w:rPr>
      </w:pPr>
      <w:r>
        <w:rPr>
          <w:lang w:val="da-DK"/>
        </w:rPr>
        <w:t>Der er lagt afleveringer frem for WP3.3; arbejdspakken er ajour, og afleveringerne ser OK ud.</w:t>
      </w:r>
    </w:p>
    <w:p w:rsidR="00A609B9" w:rsidRDefault="00A609B9">
      <w:pPr>
        <w:rPr>
          <w:lang w:val="da-DK"/>
        </w:rPr>
      </w:pPr>
      <w:r>
        <w:rPr>
          <w:lang w:val="da-DK"/>
        </w:rPr>
        <w:t>WP3.1 og 3.2 er rykket og har begge svaret, men der er intet afleveret endnu.</w:t>
      </w:r>
    </w:p>
    <w:p w:rsidR="00A609B9" w:rsidRDefault="00A609B9" w:rsidP="00CE2A34">
      <w:pPr>
        <w:pStyle w:val="Heading1"/>
        <w:rPr>
          <w:lang w:val="da-DK"/>
        </w:rPr>
      </w:pPr>
      <w:r>
        <w:rPr>
          <w:lang w:val="da-DK"/>
        </w:rPr>
        <w:t>WP4</w:t>
      </w:r>
    </w:p>
    <w:p w:rsidR="00A609B9" w:rsidRDefault="00A609B9">
      <w:pPr>
        <w:rPr>
          <w:lang w:val="da-DK"/>
        </w:rPr>
      </w:pPr>
      <w:r>
        <w:rPr>
          <w:lang w:val="da-DK"/>
        </w:rPr>
        <w:t>Der er lagt afleveringer frem for WP4.1 og 4.2.2. Disse arbejdspakker er begge ajour med deres afleveringer, som umiddelbart ser OK ud.</w:t>
      </w:r>
    </w:p>
    <w:p w:rsidR="00A609B9" w:rsidRDefault="00A609B9">
      <w:pPr>
        <w:rPr>
          <w:lang w:val="da-DK"/>
        </w:rPr>
      </w:pPr>
      <w:r>
        <w:rPr>
          <w:lang w:val="da-DK"/>
        </w:rPr>
        <w:t>WP4.2.1 er rykket og har svaret, men der er intet afleveret endnu.</w:t>
      </w:r>
    </w:p>
    <w:p w:rsidR="00A609B9" w:rsidRDefault="00A609B9" w:rsidP="00CE2A34">
      <w:pPr>
        <w:pStyle w:val="Heading1"/>
        <w:rPr>
          <w:lang w:val="da-DK"/>
        </w:rPr>
      </w:pPr>
      <w:r>
        <w:rPr>
          <w:lang w:val="da-DK"/>
        </w:rPr>
        <w:t>WP5</w:t>
      </w:r>
    </w:p>
    <w:p w:rsidR="00A609B9" w:rsidRDefault="00A609B9" w:rsidP="00CE2A34">
      <w:pPr>
        <w:rPr>
          <w:lang w:val="da-DK"/>
        </w:rPr>
      </w:pPr>
      <w:r>
        <w:rPr>
          <w:lang w:val="da-DK"/>
        </w:rPr>
        <w:t>Der er lagt afleveringer frem for WP5.1 og 5.2. Begge arbejdspakker er ajour med deres afleveringer, som umiddelbart ser OK ud.</w:t>
      </w:r>
    </w:p>
    <w:p w:rsidR="00A609B9" w:rsidRDefault="00A609B9">
      <w:pPr>
        <w:rPr>
          <w:lang w:val="da-DK"/>
        </w:rPr>
      </w:pPr>
    </w:p>
    <w:p w:rsidR="00A609B9" w:rsidRPr="00D13ECB" w:rsidRDefault="00A609B9">
      <w:pPr>
        <w:rPr>
          <w:lang w:val="da-DK"/>
        </w:rPr>
      </w:pPr>
    </w:p>
    <w:sectPr w:rsidR="00A609B9" w:rsidRPr="00D13ECB" w:rsidSect="00662ACE">
      <w:headerReference w:type="default" r:id="rId6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9B9" w:rsidRDefault="00A609B9" w:rsidP="00D13ECB">
      <w:r>
        <w:separator/>
      </w:r>
    </w:p>
  </w:endnote>
  <w:endnote w:type="continuationSeparator" w:id="0">
    <w:p w:rsidR="00A609B9" w:rsidRDefault="00A609B9" w:rsidP="00D13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9B9" w:rsidRDefault="00A609B9" w:rsidP="00D13ECB">
      <w:r>
        <w:separator/>
      </w:r>
    </w:p>
  </w:footnote>
  <w:footnote w:type="continuationSeparator" w:id="0">
    <w:p w:rsidR="00A609B9" w:rsidRDefault="00A609B9" w:rsidP="00D13E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9B9" w:rsidRDefault="00A609B9" w:rsidP="00D13ECB">
    <w:pPr>
      <w:pStyle w:val="Header"/>
      <w:ind w:left="1661" w:firstLine="4819"/>
    </w:pPr>
    <w:r>
      <w:t>Status pr. T25/ 14. januar 2010</w:t>
    </w:r>
  </w:p>
  <w:p w:rsidR="00A609B9" w:rsidRDefault="00A609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3ECB"/>
    <w:rsid w:val="00031E86"/>
    <w:rsid w:val="000875AE"/>
    <w:rsid w:val="000902B4"/>
    <w:rsid w:val="000A7E81"/>
    <w:rsid w:val="000E05E7"/>
    <w:rsid w:val="001175E4"/>
    <w:rsid w:val="00136AD8"/>
    <w:rsid w:val="00145636"/>
    <w:rsid w:val="001A4BE2"/>
    <w:rsid w:val="001B6A69"/>
    <w:rsid w:val="0021771D"/>
    <w:rsid w:val="00256AA0"/>
    <w:rsid w:val="00277B3D"/>
    <w:rsid w:val="00290F5C"/>
    <w:rsid w:val="0032529B"/>
    <w:rsid w:val="003A3811"/>
    <w:rsid w:val="00462149"/>
    <w:rsid w:val="0049192E"/>
    <w:rsid w:val="004A6A14"/>
    <w:rsid w:val="005F1370"/>
    <w:rsid w:val="006061EE"/>
    <w:rsid w:val="006611DB"/>
    <w:rsid w:val="00662ACE"/>
    <w:rsid w:val="00787856"/>
    <w:rsid w:val="0079491B"/>
    <w:rsid w:val="007A4055"/>
    <w:rsid w:val="007D34F7"/>
    <w:rsid w:val="0080235D"/>
    <w:rsid w:val="0081577B"/>
    <w:rsid w:val="00854B64"/>
    <w:rsid w:val="008D28DA"/>
    <w:rsid w:val="008E3505"/>
    <w:rsid w:val="00945939"/>
    <w:rsid w:val="0096103D"/>
    <w:rsid w:val="00A032ED"/>
    <w:rsid w:val="00A132A9"/>
    <w:rsid w:val="00A600B3"/>
    <w:rsid w:val="00A609B9"/>
    <w:rsid w:val="00AC1FE3"/>
    <w:rsid w:val="00B35B8B"/>
    <w:rsid w:val="00B87990"/>
    <w:rsid w:val="00BA6F8B"/>
    <w:rsid w:val="00C9080B"/>
    <w:rsid w:val="00C97F5F"/>
    <w:rsid w:val="00CE2A34"/>
    <w:rsid w:val="00D06D47"/>
    <w:rsid w:val="00D13ECB"/>
    <w:rsid w:val="00D27A18"/>
    <w:rsid w:val="00D91031"/>
    <w:rsid w:val="00E04DB4"/>
    <w:rsid w:val="00E76F3C"/>
    <w:rsid w:val="00EA614E"/>
    <w:rsid w:val="00F05D58"/>
    <w:rsid w:val="00F81530"/>
    <w:rsid w:val="00FD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ACE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3EC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3ECB"/>
    <w:rPr>
      <w:rFonts w:ascii="Cambria" w:hAnsi="Cambria" w:cs="Times New Roman"/>
      <w:b/>
      <w:bCs/>
      <w:color w:val="365F91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D13EC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3ECB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13EC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3ECB"/>
    <w:rPr>
      <w:rFonts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D13E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13ECB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194</Words>
  <Characters>1106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 Fersøe</dc:creator>
  <cp:keywords/>
  <dc:description/>
  <cp:lastModifiedBy>hannef</cp:lastModifiedBy>
  <cp:revision>3</cp:revision>
  <dcterms:created xsi:type="dcterms:W3CDTF">2010-01-08T16:37:00Z</dcterms:created>
  <dcterms:modified xsi:type="dcterms:W3CDTF">2010-01-15T14:01:00Z</dcterms:modified>
</cp:coreProperties>
</file>